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3D7D1" w14:textId="77777777" w:rsidR="0000042D" w:rsidRDefault="000B2145">
      <w:r>
        <w:t>S</w:t>
      </w:r>
      <w:r w:rsidR="00FB5FA2" w:rsidRPr="00746944">
        <w:t>olstice Mountain Sports Memorandum</w:t>
      </w:r>
    </w:p>
    <w:p w14:paraId="484B3B9A" w14:textId="77777777" w:rsidR="0000042D" w:rsidRDefault="0000042D"/>
    <w:p w14:paraId="093A5226" w14:textId="77777777" w:rsidR="0000042D" w:rsidRDefault="00FB5FA2">
      <w:r w:rsidRPr="00746944">
        <w:t>Date: Today’s Date</w:t>
      </w:r>
    </w:p>
    <w:p w14:paraId="1D6E2F0F" w14:textId="77777777" w:rsidR="0000042D" w:rsidRDefault="00FB5FA2">
      <w:r w:rsidRPr="00746944">
        <w:t xml:space="preserve">To: Fiona </w:t>
      </w:r>
      <w:proofErr w:type="spellStart"/>
      <w:r w:rsidRPr="00746944">
        <w:t>Kovitz</w:t>
      </w:r>
      <w:proofErr w:type="spellEnd"/>
    </w:p>
    <w:p w14:paraId="27100F38" w14:textId="77777777" w:rsidR="0000042D" w:rsidRDefault="00FB5FA2">
      <w:r w:rsidRPr="00746944">
        <w:t xml:space="preserve">From: </w:t>
      </w:r>
      <w:proofErr w:type="gramStart"/>
      <w:r w:rsidRPr="00746944">
        <w:t>Your</w:t>
      </w:r>
      <w:proofErr w:type="gramEnd"/>
      <w:r w:rsidRPr="00746944">
        <w:t xml:space="preserve"> Name</w:t>
      </w:r>
    </w:p>
    <w:p w14:paraId="2E2496BC" w14:textId="77777777" w:rsidR="0000042D" w:rsidRDefault="00FB5FA2">
      <w:bookmarkStart w:id="0" w:name="_GoBack"/>
      <w:r w:rsidRPr="00746944">
        <w:t>Re: Winter Outdoor Learning and Adventure Workshops</w:t>
      </w:r>
    </w:p>
    <w:bookmarkEnd w:id="0"/>
    <w:p w14:paraId="4CB77766" w14:textId="77777777" w:rsidR="0000042D" w:rsidRDefault="0000042D"/>
    <w:p w14:paraId="356C5A60" w14:textId="77777777" w:rsidR="0000042D" w:rsidRDefault="00FB5FA2">
      <w:r w:rsidRPr="00746944">
        <w:t xml:space="preserve">Following is an update on our proposed Winter Outdoor Learning and Adventure Workshops. </w:t>
      </w:r>
    </w:p>
    <w:p w14:paraId="18D3D1F2" w14:textId="77777777" w:rsidR="0000042D" w:rsidRDefault="00FB5FA2">
      <w:r w:rsidRPr="00746944">
        <w:t>Overview</w:t>
      </w:r>
    </w:p>
    <w:p w14:paraId="1129E5D1" w14:textId="77777777" w:rsidR="0000042D" w:rsidRDefault="00FB5FA2">
      <w:r w:rsidRPr="00746944">
        <w:t xml:space="preserve">With a breathtaking backdrop and millions of acres of outdoor classroom space, the Rocky Mountains offer incomparable opportunities for year-round recreation and learning. In response to strong customer interest in a program of winter outdoor learning and adventure workshops, we have developed a program schedule and formalized an arrangement with the Moose Lodge. </w:t>
      </w:r>
    </w:p>
    <w:p w14:paraId="0F623F8C" w14:textId="77777777" w:rsidR="0000042D" w:rsidRDefault="00FB5FA2">
      <w:r w:rsidRPr="00746944">
        <w:t>Workshops</w:t>
      </w:r>
    </w:p>
    <w:p w14:paraId="472C8F50" w14:textId="77777777" w:rsidR="0000042D" w:rsidRDefault="00FB5FA2">
      <w:r w:rsidRPr="00746944">
        <w:t xml:space="preserve">All workshops will be taught by qualified professional instructors. All instructors are certified in first aid. Workshops will be from one to seven days in length. </w:t>
      </w:r>
    </w:p>
    <w:p w14:paraId="1382C569" w14:textId="77777777" w:rsidR="0000042D" w:rsidRDefault="00FB5FA2">
      <w:r w:rsidRPr="00746944">
        <w:t>Accommodation</w:t>
      </w:r>
      <w:r w:rsidR="002471C9">
        <w:t>s</w:t>
      </w:r>
    </w:p>
    <w:p w14:paraId="1ADBFC5A" w14:textId="77777777" w:rsidR="0000042D" w:rsidRDefault="00FB5FA2">
      <w:r w:rsidRPr="00746944">
        <w:t>Most of our workshops will be run from the Moose Lodge, which includes comfortable lodging, dining, and conference facilities. Participants will stay in cozy two-, three-, and four-bunk rooms; all bedding and towels will be provided. Accommodation</w:t>
      </w:r>
      <w:r w:rsidR="002471C9">
        <w:t>s</w:t>
      </w:r>
      <w:r w:rsidRPr="00746944">
        <w:t xml:space="preserve"> include shared bathrooms with hot showers. Hearty, homemade meals will be served family style in the dining room. The Moose Lodge also includes a library and large sitting room with grand stone fireplaces. </w:t>
      </w:r>
    </w:p>
    <w:p w14:paraId="046CCCCF" w14:textId="77777777" w:rsidR="0000042D" w:rsidRDefault="00FB5FA2">
      <w:r w:rsidRPr="00746944">
        <w:t>Fees</w:t>
      </w:r>
    </w:p>
    <w:p w14:paraId="5CF9D8F2" w14:textId="77777777" w:rsidR="0000042D" w:rsidRDefault="00FB5FA2">
      <w:r w:rsidRPr="00746944">
        <w:t>Workshop fees: Workshop fees will range from $195 for a one-day workshop to $795 for a week-long workshop. Workshop fees include materials and equipment.</w:t>
      </w:r>
    </w:p>
    <w:p w14:paraId="78049B25" w14:textId="77777777" w:rsidR="0000042D" w:rsidRDefault="00FE5C66">
      <w:r>
        <w:t>Accommodations</w:t>
      </w:r>
      <w:r w:rsidR="00FB5FA2" w:rsidRPr="00746944">
        <w:t xml:space="preserve"> fees: Prices for accommodation</w:t>
      </w:r>
      <w:r w:rsidR="002471C9">
        <w:t>s</w:t>
      </w:r>
      <w:r w:rsidR="00FB5FA2" w:rsidRPr="00746944">
        <w:t xml:space="preserve"> at the Moose Lodge start at $75 per person per night and include all meals. This is a discounted rate.</w:t>
      </w:r>
    </w:p>
    <w:p w14:paraId="63C0D579" w14:textId="77777777" w:rsidR="0000042D" w:rsidRDefault="0000042D"/>
    <w:p w14:paraId="77CA6689" w14:textId="77777777" w:rsidR="0000042D" w:rsidRDefault="0000042D"/>
    <w:p w14:paraId="2ACC7EF8" w14:textId="77777777" w:rsidR="0000042D" w:rsidRDefault="00FB5FA2">
      <w:pPr>
        <w:keepLines/>
        <w:pageBreakBefore/>
      </w:pPr>
      <w:r w:rsidRPr="00746944">
        <w:lastRenderedPageBreak/>
        <w:t>Proposed winter programming</w:t>
      </w:r>
    </w:p>
    <w:p w14:paraId="022FCAD6" w14:textId="77777777" w:rsidR="0000042D" w:rsidRDefault="00FB5FA2">
      <w:pPr>
        <w:keepLines/>
      </w:pPr>
      <w:r w:rsidRPr="00746944">
        <w:t>Skiing, Snowboarding, and Snowshoeing</w:t>
      </w:r>
    </w:p>
    <w:p w14:paraId="7E8525F1" w14:textId="77777777" w:rsidR="0000042D" w:rsidRDefault="00FB5FA2">
      <w:pPr>
        <w:keepLines/>
      </w:pPr>
      <w:r w:rsidRPr="00746944">
        <w:t>Skiing and Snowboarding</w:t>
      </w:r>
    </w:p>
    <w:p w14:paraId="550D8337" w14:textId="77777777" w:rsidR="0000042D" w:rsidRDefault="00FB5FA2">
      <w:pPr>
        <w:keepLines/>
      </w:pPr>
      <w:r w:rsidRPr="00746944">
        <w:t>Cross-country skiing</w:t>
      </w:r>
    </w:p>
    <w:p w14:paraId="026FBEB5" w14:textId="77777777" w:rsidR="0000042D" w:rsidRDefault="00FB5FA2">
      <w:pPr>
        <w:keepLines/>
      </w:pPr>
      <w:r w:rsidRPr="00746944">
        <w:t>Cross-country skiing for beginners</w:t>
      </w:r>
    </w:p>
    <w:p w14:paraId="13F3E48C" w14:textId="77777777" w:rsidR="0000042D" w:rsidRDefault="00FB5FA2">
      <w:pPr>
        <w:keepLines/>
      </w:pPr>
      <w:r w:rsidRPr="00746944">
        <w:t>Intermediate cross-country skiing</w:t>
      </w:r>
    </w:p>
    <w:p w14:paraId="0E938A95" w14:textId="77777777" w:rsidR="0000042D" w:rsidRDefault="00FB5FA2">
      <w:pPr>
        <w:keepLines/>
      </w:pPr>
      <w:r w:rsidRPr="00746944">
        <w:t>Inn-to-inn ski touring</w:t>
      </w:r>
    </w:p>
    <w:p w14:paraId="4D3837B1" w14:textId="77777777" w:rsidR="0000042D" w:rsidRDefault="00FB5FA2">
      <w:pPr>
        <w:keepLines/>
      </w:pPr>
      <w:r w:rsidRPr="00746944">
        <w:t>Moonlight cross-country skiing</w:t>
      </w:r>
    </w:p>
    <w:p w14:paraId="00BD58AC" w14:textId="77777777" w:rsidR="0000042D" w:rsidRDefault="00FB5FA2">
      <w:pPr>
        <w:keepLines/>
      </w:pPr>
      <w:r w:rsidRPr="00746944">
        <w:t>Telemarking</w:t>
      </w:r>
    </w:p>
    <w:p w14:paraId="7AFF6A04" w14:textId="77777777" w:rsidR="0000042D" w:rsidRDefault="00FB5FA2">
      <w:pPr>
        <w:keepLines/>
      </w:pPr>
      <w:r w:rsidRPr="00746944">
        <w:t xml:space="preserve">Basic </w:t>
      </w:r>
      <w:proofErr w:type="spellStart"/>
      <w:r w:rsidRPr="00746944">
        <w:t>telemark</w:t>
      </w:r>
      <w:proofErr w:type="spellEnd"/>
      <w:r w:rsidRPr="00746944">
        <w:t xml:space="preserve"> skiing</w:t>
      </w:r>
    </w:p>
    <w:p w14:paraId="339309C0" w14:textId="77777777" w:rsidR="0000042D" w:rsidRDefault="00FB5FA2">
      <w:pPr>
        <w:keepLines/>
      </w:pPr>
      <w:r w:rsidRPr="00746944">
        <w:t>Introduction to backcountry skiing</w:t>
      </w:r>
    </w:p>
    <w:p w14:paraId="2AE9D827" w14:textId="77777777" w:rsidR="0000042D" w:rsidRDefault="00FB5FA2">
      <w:pPr>
        <w:keepLines/>
      </w:pPr>
      <w:r w:rsidRPr="00746944">
        <w:t xml:space="preserve">Exploring on skis </w:t>
      </w:r>
    </w:p>
    <w:p w14:paraId="68161BFE" w14:textId="77777777" w:rsidR="0000042D" w:rsidRDefault="00FB5FA2">
      <w:pPr>
        <w:keepLines/>
      </w:pPr>
      <w:r w:rsidRPr="00746944">
        <w:t>Snowboarding</w:t>
      </w:r>
    </w:p>
    <w:p w14:paraId="333CD895" w14:textId="77777777" w:rsidR="0000042D" w:rsidRDefault="00FB5FA2">
      <w:pPr>
        <w:keepLines/>
      </w:pPr>
      <w:r w:rsidRPr="00746944">
        <w:t>Backcountry snowboarding</w:t>
      </w:r>
    </w:p>
    <w:p w14:paraId="404DA8E4" w14:textId="77777777" w:rsidR="0000042D" w:rsidRDefault="00FB5FA2">
      <w:pPr>
        <w:keepLines/>
      </w:pPr>
      <w:r w:rsidRPr="00746944">
        <w:t>Snowshoeing</w:t>
      </w:r>
    </w:p>
    <w:p w14:paraId="7E5507B8" w14:textId="77777777" w:rsidR="0000042D" w:rsidRDefault="00FB5FA2">
      <w:pPr>
        <w:keepLines/>
      </w:pPr>
      <w:r w:rsidRPr="00746944">
        <w:t>Beginner</w:t>
      </w:r>
    </w:p>
    <w:p w14:paraId="1F161655" w14:textId="77777777" w:rsidR="0000042D" w:rsidRDefault="00FB5FA2">
      <w:pPr>
        <w:keepLines/>
      </w:pPr>
      <w:r w:rsidRPr="00746944">
        <w:t>Snowshoeing for beginners</w:t>
      </w:r>
    </w:p>
    <w:p w14:paraId="2D63715A" w14:textId="77777777" w:rsidR="0000042D" w:rsidRDefault="00FB5FA2">
      <w:pPr>
        <w:keepLines/>
      </w:pPr>
      <w:r w:rsidRPr="00746944">
        <w:t>Snowshoeing and winter ecology</w:t>
      </w:r>
    </w:p>
    <w:p w14:paraId="5B00658E" w14:textId="77777777" w:rsidR="0000042D" w:rsidRDefault="00FB5FA2">
      <w:pPr>
        <w:keepLines/>
      </w:pPr>
      <w:r w:rsidRPr="00746944">
        <w:t>Intermediate and Advanced</w:t>
      </w:r>
    </w:p>
    <w:p w14:paraId="3944ECF3" w14:textId="77777777" w:rsidR="0000042D" w:rsidRDefault="00FB5FA2">
      <w:pPr>
        <w:keepLines/>
      </w:pPr>
      <w:r w:rsidRPr="00746944">
        <w:t xml:space="preserve">Intermediate snowshoeing </w:t>
      </w:r>
    </w:p>
    <w:p w14:paraId="2443037D" w14:textId="77777777" w:rsidR="0000042D" w:rsidRDefault="00FB5FA2">
      <w:pPr>
        <w:keepLines/>
      </w:pPr>
      <w:r w:rsidRPr="00746944">
        <w:t xml:space="preserve">Guided snowshoe trek </w:t>
      </w:r>
    </w:p>
    <w:p w14:paraId="39E9AAC0" w14:textId="77777777" w:rsidR="0000042D" w:rsidRDefault="00FB5FA2">
      <w:pPr>
        <w:keepLines/>
      </w:pPr>
      <w:r w:rsidRPr="00746944">
        <w:t>Above tree line snowshoeing</w:t>
      </w:r>
    </w:p>
    <w:p w14:paraId="54486782" w14:textId="77777777" w:rsidR="0000042D" w:rsidRDefault="00FB5FA2">
      <w:pPr>
        <w:keepLines/>
      </w:pPr>
      <w:r w:rsidRPr="00746944">
        <w:t>Winter Hiking, Camping, and Survival</w:t>
      </w:r>
    </w:p>
    <w:p w14:paraId="78B7C54F" w14:textId="77777777" w:rsidR="0000042D" w:rsidRDefault="00FB5FA2">
      <w:pPr>
        <w:keepLines/>
      </w:pPr>
      <w:r w:rsidRPr="00746944">
        <w:t>Hiking</w:t>
      </w:r>
    </w:p>
    <w:p w14:paraId="3D1954CC" w14:textId="77777777" w:rsidR="0000042D" w:rsidRDefault="00FB5FA2">
      <w:pPr>
        <w:keepLines/>
      </w:pPr>
      <w:r w:rsidRPr="00746944">
        <w:t>Beginner</w:t>
      </w:r>
    </w:p>
    <w:p w14:paraId="0FD6DB92" w14:textId="77777777" w:rsidR="0000042D" w:rsidRDefault="00FB5FA2">
      <w:pPr>
        <w:keepLines/>
      </w:pPr>
      <w:r w:rsidRPr="00746944">
        <w:lastRenderedPageBreak/>
        <w:t>Long-distance hiking</w:t>
      </w:r>
    </w:p>
    <w:p w14:paraId="40B23220" w14:textId="77777777" w:rsidR="0000042D" w:rsidRDefault="00FB5FA2">
      <w:pPr>
        <w:keepLines/>
      </w:pPr>
      <w:r w:rsidRPr="00746944">
        <w:t>Winter summits</w:t>
      </w:r>
    </w:p>
    <w:p w14:paraId="0F39D769" w14:textId="77777777" w:rsidR="0000042D" w:rsidRDefault="00FB5FA2">
      <w:pPr>
        <w:keepLines/>
      </w:pPr>
      <w:r w:rsidRPr="00746944">
        <w:t>Hiking for women</w:t>
      </w:r>
    </w:p>
    <w:p w14:paraId="39098C32" w14:textId="77777777" w:rsidR="0000042D" w:rsidRDefault="00FB5FA2">
      <w:pPr>
        <w:keepLines/>
      </w:pPr>
      <w:r w:rsidRPr="00746944">
        <w:t>Winter camping and survival</w:t>
      </w:r>
    </w:p>
    <w:p w14:paraId="3E5424B8" w14:textId="77777777" w:rsidR="0000042D" w:rsidRDefault="00FB5FA2">
      <w:pPr>
        <w:keepLines/>
      </w:pPr>
      <w:r w:rsidRPr="00746944">
        <w:t>Beginner</w:t>
      </w:r>
    </w:p>
    <w:p w14:paraId="3D11766B" w14:textId="77777777" w:rsidR="0000042D" w:rsidRDefault="00FB5FA2">
      <w:pPr>
        <w:keepLines/>
      </w:pPr>
      <w:r w:rsidRPr="00746944">
        <w:t>Introduction to winter camping</w:t>
      </w:r>
    </w:p>
    <w:p w14:paraId="61F8BCF6" w14:textId="77777777" w:rsidR="0000042D" w:rsidRDefault="00FB5FA2">
      <w:pPr>
        <w:keepLines/>
      </w:pPr>
      <w:r w:rsidRPr="00746944">
        <w:t>Basic winter mountain skills</w:t>
      </w:r>
    </w:p>
    <w:p w14:paraId="1E761E42" w14:textId="77777777" w:rsidR="0000042D" w:rsidRDefault="00FB5FA2">
      <w:pPr>
        <w:keepLines/>
      </w:pPr>
      <w:r w:rsidRPr="00746944">
        <w:t>Building snow shelters</w:t>
      </w:r>
    </w:p>
    <w:p w14:paraId="34738B3D" w14:textId="77777777" w:rsidR="0000042D" w:rsidRDefault="00FB5FA2">
      <w:pPr>
        <w:keepLines/>
      </w:pPr>
      <w:r w:rsidRPr="00746944">
        <w:t>Intermediate</w:t>
      </w:r>
    </w:p>
    <w:p w14:paraId="4FB18504" w14:textId="77777777" w:rsidR="0000042D" w:rsidRDefault="00FB5FA2">
      <w:pPr>
        <w:keepLines/>
      </w:pPr>
      <w:r w:rsidRPr="00746944">
        <w:t>Basic winter mountain skills II</w:t>
      </w:r>
    </w:p>
    <w:p w14:paraId="6848CCD5" w14:textId="77777777" w:rsidR="0000042D" w:rsidRDefault="00FB5FA2">
      <w:pPr>
        <w:keepLines/>
      </w:pPr>
      <w:r w:rsidRPr="00746944">
        <w:t>Ice climbing</w:t>
      </w:r>
    </w:p>
    <w:p w14:paraId="4BE6F42D" w14:textId="77777777" w:rsidR="0000042D" w:rsidRDefault="00FB5FA2">
      <w:pPr>
        <w:keepLines/>
      </w:pPr>
      <w:r w:rsidRPr="00746944">
        <w:t>Avalanche awareness and rescue</w:t>
      </w:r>
    </w:p>
    <w:p w14:paraId="7632324B" w14:textId="77777777" w:rsidR="0000042D" w:rsidRDefault="0000042D"/>
    <w:sectPr w:rsidR="0000042D" w:rsidSect="00316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1DDBD" w14:textId="77777777" w:rsidR="005A3084" w:rsidRDefault="005A3084" w:rsidP="00457511">
      <w:pPr>
        <w:spacing w:after="0" w:line="240" w:lineRule="auto"/>
      </w:pPr>
      <w:r>
        <w:separator/>
      </w:r>
    </w:p>
  </w:endnote>
  <w:endnote w:type="continuationSeparator" w:id="0">
    <w:p w14:paraId="23D11865" w14:textId="77777777" w:rsidR="005A3084" w:rsidRDefault="005A3084" w:rsidP="00457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78F06" w14:textId="77777777" w:rsidR="00457511" w:rsidRDefault="004575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E51A" w14:textId="77777777" w:rsidR="00457511" w:rsidRDefault="004575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D31EA" w14:textId="77777777" w:rsidR="00457511" w:rsidRDefault="004575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DF989" w14:textId="77777777" w:rsidR="005A3084" w:rsidRDefault="005A3084" w:rsidP="00457511">
      <w:pPr>
        <w:spacing w:after="0" w:line="240" w:lineRule="auto"/>
      </w:pPr>
      <w:r>
        <w:separator/>
      </w:r>
    </w:p>
  </w:footnote>
  <w:footnote w:type="continuationSeparator" w:id="0">
    <w:p w14:paraId="2E02A6D5" w14:textId="77777777" w:rsidR="005A3084" w:rsidRDefault="005A3084" w:rsidP="00457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18984" w14:textId="77777777" w:rsidR="00457511" w:rsidRDefault="004575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00E35" w14:textId="77777777" w:rsidR="00457511" w:rsidRDefault="004575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18CBE" w14:textId="77777777" w:rsidR="00457511" w:rsidRDefault="004575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464A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A2"/>
    <w:rsid w:val="0000042D"/>
    <w:rsid w:val="000761A1"/>
    <w:rsid w:val="000A17B6"/>
    <w:rsid w:val="000B2145"/>
    <w:rsid w:val="000E5F5D"/>
    <w:rsid w:val="001105E0"/>
    <w:rsid w:val="002378F4"/>
    <w:rsid w:val="002471C9"/>
    <w:rsid w:val="00252479"/>
    <w:rsid w:val="002B1192"/>
    <w:rsid w:val="00316C5C"/>
    <w:rsid w:val="003F4CFD"/>
    <w:rsid w:val="00457511"/>
    <w:rsid w:val="004C5A2F"/>
    <w:rsid w:val="004F4F77"/>
    <w:rsid w:val="005A3084"/>
    <w:rsid w:val="006061D3"/>
    <w:rsid w:val="00746944"/>
    <w:rsid w:val="00772E82"/>
    <w:rsid w:val="007D4A6D"/>
    <w:rsid w:val="00896E93"/>
    <w:rsid w:val="0097579B"/>
    <w:rsid w:val="00A91017"/>
    <w:rsid w:val="00BD610A"/>
    <w:rsid w:val="00CB06E7"/>
    <w:rsid w:val="00D53831"/>
    <w:rsid w:val="00DB1DFE"/>
    <w:rsid w:val="00DC39E1"/>
    <w:rsid w:val="00E01455"/>
    <w:rsid w:val="00E06638"/>
    <w:rsid w:val="00F31755"/>
    <w:rsid w:val="00FB5FA2"/>
    <w:rsid w:val="00FE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20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0761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61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93A64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1A1"/>
    <w:rPr>
      <w:rFonts w:asciiTheme="majorHAnsi" w:eastAsiaTheme="majorEastAsia" w:hAnsiTheme="majorHAnsi" w:cstheme="majorBidi"/>
      <w:color w:val="193A64" w:themeColor="text2" w:themeShade="CC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0761A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0761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0761A1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7D4A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57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7511"/>
  </w:style>
  <w:style w:type="paragraph" w:styleId="Footer">
    <w:name w:val="footer"/>
    <w:basedOn w:val="Normal"/>
    <w:link w:val="FooterChar"/>
    <w:uiPriority w:val="99"/>
    <w:semiHidden/>
    <w:unhideWhenUsed/>
    <w:rsid w:val="00457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75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0761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61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93A64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1A1"/>
    <w:rPr>
      <w:rFonts w:asciiTheme="majorHAnsi" w:eastAsiaTheme="majorEastAsia" w:hAnsiTheme="majorHAnsi" w:cstheme="majorBidi"/>
      <w:color w:val="193A64" w:themeColor="text2" w:themeShade="CC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0761A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0761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0761A1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7D4A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57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7511"/>
  </w:style>
  <w:style w:type="paragraph" w:styleId="Footer">
    <w:name w:val="footer"/>
    <w:basedOn w:val="Normal"/>
    <w:link w:val="FooterChar"/>
    <w:uiPriority w:val="99"/>
    <w:semiHidden/>
    <w:unhideWhenUsed/>
    <w:rsid w:val="00457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7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xmlns:mc="http://schemas.openxmlformats.org/markup-compatibility/2006" xmlns:a14="http://schemas.microsoft.com/office/drawing/2010/main" val="000000" mc:Ignorable="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xmlns:mc="http://schemas.openxmlformats.org/markup-compatibility/2006" xmlns:a14="http://schemas.microsoft.com/office/drawing/2010/main" val="000000" mc:Ignorable="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2006-12-04T06:41:00Z</dcterms:created>
  <dcterms:modified xsi:type="dcterms:W3CDTF">2010-02-02T04:35:00Z</dcterms:modified>
</cp:coreProperties>
</file>